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3F5C0C" w:rsidRDefault="003F5C0C">
      <w:pPr>
        <w:rPr>
          <w:rFonts w:ascii="Arial" w:hAnsi="Arial" w:cs="Arial"/>
          <w:b/>
          <w:sz w:val="28"/>
        </w:rPr>
      </w:pPr>
      <w:r w:rsidRPr="003F5C0C">
        <w:rPr>
          <w:rFonts w:ascii="Arial" w:hAnsi="Arial" w:cs="Arial"/>
          <w:b/>
          <w:sz w:val="28"/>
        </w:rPr>
        <w:t>Les balances (1)</w:t>
      </w:r>
      <w:bookmarkStart w:id="0" w:name="_GoBack"/>
      <w:bookmarkEnd w:id="0"/>
    </w:p>
    <w:p w:rsidR="003F5C0C" w:rsidRDefault="003F5C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1/ Entoure l’objet le plus lourd sur chaque balance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42"/>
        <w:gridCol w:w="3743"/>
      </w:tblGrid>
      <w:tr w:rsidR="003F5C0C" w:rsidTr="003F5C0C">
        <w:tc>
          <w:tcPr>
            <w:tcW w:w="3742" w:type="dxa"/>
          </w:tcPr>
          <w:p w:rsidR="003F5C0C" w:rsidRDefault="003F5C0C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62175" cy="1085850"/>
                  <wp:effectExtent l="0" t="0" r="9525" b="0"/>
                  <wp:docPr id="6" name="Image 6" descr="F:\DOSSIERS CPC EPS AVRIL 2013\CNED\PROJET CNED 2015\images\U2 marché\balance _eval formativ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:\DOSSIERS CPC EPS AVRIL 2013\CNED\PROJET CNED 2015\images\U2 marché\balance _eval formativ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3" w:type="dxa"/>
          </w:tcPr>
          <w:p w:rsidR="003F5C0C" w:rsidRDefault="003F5C0C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62175" cy="933450"/>
                  <wp:effectExtent l="0" t="0" r="9525" b="0"/>
                  <wp:docPr id="9" name="Image 9" descr="F:\DOSSIERS CPC EPS AVRIL 2013\CNED\PROJET CNED 2015\images\U2 marché\balance bas 1bi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DOSSIERS CPC EPS AVRIL 2013\CNED\PROJET CNED 2015\images\U2 marché\balance bas 1bi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5C0C" w:rsidTr="003F5C0C">
        <w:tc>
          <w:tcPr>
            <w:tcW w:w="3742" w:type="dxa"/>
          </w:tcPr>
          <w:p w:rsidR="003F5C0C" w:rsidRDefault="003F5C0C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62175" cy="952500"/>
                  <wp:effectExtent l="0" t="0" r="9525" b="0"/>
                  <wp:docPr id="20" name="Image 20" descr="F:\DOSSIERS CPC EPS AVRIL 2013\CNED\PROJET CNED 2015\images\U2 marché\balance correction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F:\DOSSIERS CPC EPS AVRIL 2013\CNED\PROJET CNED 2015\images\U2 marché\balance correction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3" w:type="dxa"/>
          </w:tcPr>
          <w:p w:rsidR="003F5C0C" w:rsidRDefault="003F5C0C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62175" cy="933450"/>
                  <wp:effectExtent l="0" t="0" r="9525" b="0"/>
                  <wp:docPr id="19" name="Image 19" descr="F:\DOSSIERS CPC EPS AVRIL 2013\CNED\PROJET CNED 2015\images\U2 marché\balance exo 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F:\DOSSIERS CPC EPS AVRIL 2013\CNED\PROJET CNED 2015\images\U2 marché\balance exo 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5C0C" w:rsidRDefault="003F5C0C">
      <w:pPr>
        <w:rPr>
          <w:rFonts w:ascii="Arial" w:hAnsi="Arial" w:cs="Arial"/>
          <w:sz w:val="28"/>
        </w:rPr>
      </w:pPr>
    </w:p>
    <w:p w:rsidR="003F5C0C" w:rsidRDefault="003F5C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2/ Dessine des fraises dans le plateau vide sans que la balance ne bouge si on refaisait en vrai la pesée :</w:t>
      </w:r>
    </w:p>
    <w:p w:rsidR="003F5C0C" w:rsidRDefault="003F5C0C">
      <w:pPr>
        <w:rPr>
          <w:rFonts w:ascii="Arial" w:hAnsi="Arial" w:cs="Arial"/>
          <w:sz w:val="28"/>
        </w:rPr>
      </w:pPr>
    </w:p>
    <w:p w:rsidR="003F5C0C" w:rsidRDefault="003F5C0C">
      <w:pPr>
        <w:rPr>
          <w:rFonts w:ascii="Arial" w:hAnsi="Arial" w:cs="Arial"/>
          <w:sz w:val="28"/>
        </w:rPr>
      </w:pPr>
    </w:p>
    <w:p w:rsidR="003F5C0C" w:rsidRDefault="003F5C0C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57725" cy="1581150"/>
            <wp:effectExtent l="0" t="0" r="9525" b="0"/>
            <wp:docPr id="3" name="Image 3" descr="F:\DOSSIERS CPC EPS AVRIL 2013\CNED\PROJET CNED 2015\images\U2 marché\balance droite fraise 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DOSSIERS CPC EPS AVRIL 2013\CNED\PROJET CNED 2015\images\U2 marché\balance droite fraise 0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C0C" w:rsidRDefault="003F5C0C" w:rsidP="003F5C0C">
      <w:pPr>
        <w:rPr>
          <w:rFonts w:ascii="Arial" w:hAnsi="Arial" w:cs="Arial"/>
          <w:b/>
          <w:sz w:val="28"/>
        </w:rPr>
      </w:pPr>
    </w:p>
    <w:p w:rsidR="003F5C0C" w:rsidRPr="003F5C0C" w:rsidRDefault="003F5C0C" w:rsidP="003F5C0C">
      <w:pPr>
        <w:rPr>
          <w:rFonts w:ascii="Arial" w:hAnsi="Arial" w:cs="Arial"/>
          <w:b/>
          <w:sz w:val="28"/>
        </w:rPr>
      </w:pPr>
      <w:r w:rsidRPr="003F5C0C">
        <w:rPr>
          <w:rFonts w:ascii="Arial" w:hAnsi="Arial" w:cs="Arial"/>
          <w:b/>
          <w:sz w:val="28"/>
        </w:rPr>
        <w:t>Les balances (</w:t>
      </w:r>
      <w:r>
        <w:rPr>
          <w:rFonts w:ascii="Arial" w:hAnsi="Arial" w:cs="Arial"/>
          <w:b/>
          <w:sz w:val="28"/>
        </w:rPr>
        <w:t>2</w:t>
      </w:r>
      <w:r w:rsidRPr="003F5C0C">
        <w:rPr>
          <w:rFonts w:ascii="Arial" w:hAnsi="Arial" w:cs="Arial"/>
          <w:b/>
          <w:sz w:val="28"/>
        </w:rPr>
        <w:t>)</w:t>
      </w:r>
    </w:p>
    <w:p w:rsidR="003F5C0C" w:rsidRDefault="003F5C0C" w:rsidP="003F5C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1/ Entoure l’objet le plus lourd sur chaque balance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42"/>
        <w:gridCol w:w="3743"/>
      </w:tblGrid>
      <w:tr w:rsidR="003F5C0C" w:rsidTr="00302994">
        <w:tc>
          <w:tcPr>
            <w:tcW w:w="3742" w:type="dxa"/>
          </w:tcPr>
          <w:p w:rsidR="003F5C0C" w:rsidRDefault="003F5C0C" w:rsidP="003029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62175" cy="1038225"/>
                  <wp:effectExtent l="0" t="0" r="9525" b="9525"/>
                  <wp:docPr id="34" name="Image 34" descr="F:\DOSSIERS CPC EPS AVRIL 2013\CNED\PROJET CNED 2015\images\U2 marché\balance eaval format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F:\DOSSIERS CPC EPS AVRIL 2013\CNED\PROJET CNED 2015\images\U2 marché\balance eaval format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3" w:type="dxa"/>
          </w:tcPr>
          <w:p w:rsidR="003F5C0C" w:rsidRDefault="003F5C0C" w:rsidP="003029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62175" cy="1066800"/>
                  <wp:effectExtent l="0" t="0" r="9525" b="0"/>
                  <wp:docPr id="36" name="Image 36" descr="F:\DOSSIERS CPC EPS AVRIL 2013\CNED\PROJET CNED 2015\images\U2 marché\balance bas fraise raisi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F:\DOSSIERS CPC EPS AVRIL 2013\CNED\PROJET CNED 2015\images\U2 marché\balance bas fraise raisi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5C0C" w:rsidTr="00302994">
        <w:tc>
          <w:tcPr>
            <w:tcW w:w="3742" w:type="dxa"/>
          </w:tcPr>
          <w:p w:rsidR="003F5C0C" w:rsidRDefault="003F5C0C" w:rsidP="003029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62175" cy="933450"/>
                  <wp:effectExtent l="0" t="0" r="9525" b="0"/>
                  <wp:docPr id="47" name="Image 47" descr="F:\DOSSIERS CPC EPS AVRIL 2013\CNED\PROJET CNED 2015\images\U2 marché\balance droite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F:\DOSSIERS CPC EPS AVRIL 2013\CNED\PROJET CNED 2015\images\U2 marché\balance droite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43" w:type="dxa"/>
          </w:tcPr>
          <w:p w:rsidR="003F5C0C" w:rsidRDefault="003F5C0C" w:rsidP="003029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62175" cy="981075"/>
                  <wp:effectExtent l="0" t="0" r="9525" b="9525"/>
                  <wp:docPr id="51" name="Image 51" descr="F:\DOSSIERS CPC EPS AVRIL 2013\CNED\PROJET CNED 2015\images\U2 marché\balance equilibre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F:\DOSSIERS CPC EPS AVRIL 2013\CNED\PROJET CNED 2015\images\U2 marché\balance equilibre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98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5C0C" w:rsidRDefault="003F5C0C" w:rsidP="003F5C0C">
      <w:pPr>
        <w:rPr>
          <w:rFonts w:ascii="Arial" w:hAnsi="Arial" w:cs="Arial"/>
          <w:sz w:val="28"/>
        </w:rPr>
      </w:pPr>
    </w:p>
    <w:p w:rsidR="003F5C0C" w:rsidRDefault="003F5C0C" w:rsidP="003F5C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2/ Dessine des fraises dans le plateau vide sans que la balance ne bouge si on refaisait en vrai la pesée :</w:t>
      </w:r>
    </w:p>
    <w:p w:rsidR="003F5C0C" w:rsidRDefault="003F5C0C" w:rsidP="003F5C0C">
      <w:pPr>
        <w:rPr>
          <w:rFonts w:ascii="Arial" w:hAnsi="Arial" w:cs="Arial"/>
          <w:sz w:val="28"/>
        </w:rPr>
      </w:pPr>
    </w:p>
    <w:p w:rsidR="003F5C0C" w:rsidRDefault="003F5C0C" w:rsidP="003F5C0C">
      <w:pPr>
        <w:rPr>
          <w:rFonts w:ascii="Arial" w:hAnsi="Arial" w:cs="Arial"/>
          <w:sz w:val="28"/>
        </w:rPr>
      </w:pPr>
    </w:p>
    <w:p w:rsidR="003F5C0C" w:rsidRPr="007E024D" w:rsidRDefault="003F5C0C" w:rsidP="003F5C0C">
      <w:pPr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57725" cy="1838325"/>
            <wp:effectExtent l="0" t="0" r="9525" b="9525"/>
            <wp:docPr id="46" name="Image 46" descr="F:\DOSSIERS CPC EPS AVRIL 2013\CNED\PROJET CNED 2015\images\U2 marché\balance droite fraise 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F:\DOSSIERS CPC EPS AVRIL 2013\CNED\PROJET CNED 2015\images\U2 marché\balance droite fraise 01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5C0C" w:rsidRPr="007E024D" w:rsidRDefault="003F5C0C">
      <w:pPr>
        <w:rPr>
          <w:rFonts w:ascii="Arial" w:hAnsi="Arial" w:cs="Arial"/>
          <w:sz w:val="28"/>
        </w:rPr>
      </w:pPr>
    </w:p>
    <w:sectPr w:rsidR="003F5C0C" w:rsidRPr="007E024D" w:rsidSect="003F5C0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C0C"/>
    <w:rsid w:val="001D645B"/>
    <w:rsid w:val="003F5C0C"/>
    <w:rsid w:val="005175A3"/>
    <w:rsid w:val="005F7238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D12BE-D1E5-4AEA-B54D-E4A896D7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F5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7</TotalTime>
  <Pages>1</Pages>
  <Words>59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2017-08-14T12:57:00Z</dcterms:created>
  <dcterms:modified xsi:type="dcterms:W3CDTF">2017-08-14T13:04:00Z</dcterms:modified>
</cp:coreProperties>
</file>